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48F3B" w14:textId="52B4A1D5" w:rsidR="00CC6F01" w:rsidRDefault="00CC6F01"/>
    <w:p w14:paraId="76B14CEE" w14:textId="0AE13D87" w:rsidR="00526F86" w:rsidRDefault="00526F86"/>
    <w:p w14:paraId="7E020947" w14:textId="2F2AF390" w:rsidR="00526F86" w:rsidRPr="00526F86" w:rsidRDefault="00526F86" w:rsidP="00526F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CE9E13" w14:textId="2C28CF5E" w:rsidR="00526F86" w:rsidRPr="00526F86" w:rsidRDefault="00526F86" w:rsidP="00526F86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 w:rsidRPr="00526F86">
        <w:rPr>
          <w:rFonts w:ascii="Times New Roman" w:hAnsi="Times New Roman" w:cs="Times New Roman"/>
          <w:sz w:val="24"/>
          <w:szCs w:val="24"/>
        </w:rPr>
        <w:t>Siseministeerium</w:t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  <w:t>Teie 04.06.2021 nr 14-13.1/60-1</w:t>
      </w:r>
    </w:p>
    <w:p w14:paraId="34A8199F" w14:textId="6C7E4018" w:rsidR="00526F86" w:rsidRPr="00526F86" w:rsidRDefault="00526F86" w:rsidP="00526F86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</w:r>
      <w:r w:rsidRPr="00526F86">
        <w:rPr>
          <w:rFonts w:ascii="Times New Roman" w:hAnsi="Times New Roman" w:cs="Times New Roman"/>
          <w:sz w:val="24"/>
          <w:szCs w:val="24"/>
        </w:rPr>
        <w:tab/>
        <w:t>Meie 15.06.2021 nr 5-7/184-1</w:t>
      </w:r>
    </w:p>
    <w:p w14:paraId="426DC750" w14:textId="088425CD" w:rsidR="00526F86" w:rsidRPr="00526F86" w:rsidRDefault="00526F86" w:rsidP="00526F86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</w:p>
    <w:p w14:paraId="50AAE5DD" w14:textId="4741388F" w:rsidR="00526F86" w:rsidRPr="00526F86" w:rsidRDefault="00526F86" w:rsidP="00526F86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</w:p>
    <w:p w14:paraId="1041354B" w14:textId="77777777" w:rsidR="00526F86" w:rsidRDefault="00526F86" w:rsidP="00526F86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</w:p>
    <w:p w14:paraId="10F0E8A5" w14:textId="02C9BC15" w:rsidR="00526F86" w:rsidRPr="00526F86" w:rsidRDefault="00526F86" w:rsidP="00526F86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 w:rsidRPr="00526F86">
        <w:rPr>
          <w:rFonts w:ascii="Times New Roman" w:hAnsi="Times New Roman" w:cs="Times New Roman"/>
          <w:sz w:val="24"/>
          <w:szCs w:val="24"/>
        </w:rPr>
        <w:t xml:space="preserve">Euroopa Liidu 2021–2027 rahastusperioodi </w:t>
      </w:r>
    </w:p>
    <w:p w14:paraId="2C23A7A8" w14:textId="30A6328D" w:rsidR="00526F86" w:rsidRDefault="00526F86" w:rsidP="00526F86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 w:rsidRPr="00526F86">
        <w:rPr>
          <w:rFonts w:ascii="Times New Roman" w:hAnsi="Times New Roman" w:cs="Times New Roman"/>
          <w:sz w:val="24"/>
          <w:szCs w:val="24"/>
        </w:rPr>
        <w:t>siseturvalisuspoliitika fondide seirekomisjon</w:t>
      </w:r>
    </w:p>
    <w:p w14:paraId="72EE0D75" w14:textId="31873139" w:rsidR="00526F86" w:rsidRDefault="00526F86" w:rsidP="00526F86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</w:p>
    <w:p w14:paraId="2A782AF4" w14:textId="5F14A4E9" w:rsidR="00526F86" w:rsidRDefault="00526F86" w:rsidP="00526F86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</w:p>
    <w:p w14:paraId="5033BA5B" w14:textId="6DC4706D" w:rsidR="00526F86" w:rsidRDefault="00526F86" w:rsidP="00CC1713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Linnade ja Valdade Liit (ELVL) nimetab esindajaks koostöövõrgustikus ning hiljem</w:t>
      </w:r>
    </w:p>
    <w:p w14:paraId="315C11EB" w14:textId="77777777" w:rsidR="00CC1713" w:rsidRDefault="00CC1713" w:rsidP="00CC1713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2021-2027 rahastusperioodi siseturvalisuspoliitika fondide </w:t>
      </w:r>
      <w:r w:rsidR="00526F86">
        <w:rPr>
          <w:rFonts w:ascii="Times New Roman" w:hAnsi="Times New Roman" w:cs="Times New Roman"/>
          <w:sz w:val="24"/>
          <w:szCs w:val="24"/>
        </w:rPr>
        <w:t>seirekomisjoni</w:t>
      </w:r>
      <w:r w:rsidR="00642DF8">
        <w:rPr>
          <w:rFonts w:ascii="Times New Roman" w:hAnsi="Times New Roman" w:cs="Times New Roman"/>
          <w:sz w:val="24"/>
          <w:szCs w:val="24"/>
        </w:rPr>
        <w:t>s</w:t>
      </w:r>
      <w:r w:rsidR="00526F86">
        <w:rPr>
          <w:rFonts w:ascii="Times New Roman" w:hAnsi="Times New Roman" w:cs="Times New Roman"/>
          <w:sz w:val="24"/>
          <w:szCs w:val="24"/>
        </w:rPr>
        <w:t xml:space="preserve"> ELVL</w:t>
      </w:r>
    </w:p>
    <w:p w14:paraId="3607696B" w14:textId="07464B06" w:rsidR="00526F86" w:rsidRDefault="00526F86" w:rsidP="00CC1713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nõuniku Toomas</w:t>
      </w:r>
      <w:r w:rsidR="00CC1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Johanson`i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Pr="00531D61">
          <w:rPr>
            <w:rStyle w:val="Hperlink"/>
            <w:rFonts w:ascii="Times New Roman" w:hAnsi="Times New Roman" w:cs="Times New Roman"/>
            <w:sz w:val="24"/>
            <w:szCs w:val="24"/>
          </w:rPr>
          <w:t>toomas.johanson@elvl.ee</w:t>
        </w:r>
      </w:hyperlink>
      <w:r>
        <w:rPr>
          <w:rFonts w:ascii="Times New Roman" w:hAnsi="Times New Roman" w:cs="Times New Roman"/>
          <w:sz w:val="24"/>
          <w:szCs w:val="24"/>
        </w:rPr>
        <w:t>,  5342 9976).</w:t>
      </w:r>
    </w:p>
    <w:p w14:paraId="00557067" w14:textId="6C0F5ED8" w:rsidR="00526F86" w:rsidRDefault="00526F86" w:rsidP="00526F8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24B67B15" w14:textId="079C9CCA" w:rsidR="00642DF8" w:rsidRDefault="00642DF8" w:rsidP="00526F8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1E37A1CA" w14:textId="5A6CBAF8" w:rsidR="00642DF8" w:rsidRDefault="00642DF8" w:rsidP="00526F8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184D9629" w14:textId="2EB8E9AA" w:rsidR="00642DF8" w:rsidRDefault="00642DF8" w:rsidP="00526F8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06E8F95A" w14:textId="77777777" w:rsidR="00CC1713" w:rsidRDefault="00CC1713" w:rsidP="00526F8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</w:p>
    <w:p w14:paraId="0594F634" w14:textId="12F94440" w:rsidR="00642DF8" w:rsidRDefault="00642DF8" w:rsidP="00526F8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7FBC0F82" w14:textId="72F60FA6" w:rsidR="00642DF8" w:rsidRDefault="00642DF8" w:rsidP="00526F8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Veikko Luhalaid</w:t>
      </w:r>
    </w:p>
    <w:p w14:paraId="64C34186" w14:textId="7439EB7E" w:rsidR="00642DF8" w:rsidRDefault="00642DF8" w:rsidP="00526F8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ELVL tegevdirektor</w:t>
      </w:r>
    </w:p>
    <w:p w14:paraId="063E83A1" w14:textId="77777777" w:rsidR="00526F86" w:rsidRPr="00526F86" w:rsidRDefault="00526F86" w:rsidP="00526F8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26F86" w:rsidRPr="00526F86" w:rsidSect="00CC6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A613F" w14:textId="77777777" w:rsidR="00526F86" w:rsidRDefault="00526F86" w:rsidP="00CC6F01">
      <w:pPr>
        <w:spacing w:after="0" w:line="240" w:lineRule="auto"/>
      </w:pPr>
      <w:r>
        <w:separator/>
      </w:r>
    </w:p>
  </w:endnote>
  <w:endnote w:type="continuationSeparator" w:id="0">
    <w:p w14:paraId="724C7C0A" w14:textId="77777777" w:rsidR="00526F86" w:rsidRDefault="00526F86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C505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0DF65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1E7F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4B5BAF06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Roosikrantsi 12</w:t>
    </w:r>
    <w:r w:rsidR="003F07CD">
      <w:rPr>
        <w:rFonts w:ascii="Calibri" w:hAnsi="Calibri" w:cs="Calibri"/>
        <w:color w:val="3B9CCD"/>
        <w:sz w:val="18"/>
        <w:szCs w:val="18"/>
      </w:rPr>
      <w:t>/1</w:t>
    </w:r>
    <w:r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17565E8F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10119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67766492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7A89E" w14:textId="77777777" w:rsidR="00526F86" w:rsidRDefault="00526F86" w:rsidP="00CC6F01">
      <w:pPr>
        <w:spacing w:after="0" w:line="240" w:lineRule="auto"/>
      </w:pPr>
      <w:r>
        <w:separator/>
      </w:r>
    </w:p>
  </w:footnote>
  <w:footnote w:type="continuationSeparator" w:id="0">
    <w:p w14:paraId="207A337F" w14:textId="77777777" w:rsidR="00526F86" w:rsidRDefault="00526F86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34DF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FB8F" w14:textId="77777777" w:rsidR="00CC6F01" w:rsidRDefault="00CC6F01">
    <w:pPr>
      <w:pStyle w:val="Pis"/>
    </w:pPr>
  </w:p>
  <w:p w14:paraId="28B05A51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6727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4116A79B" wp14:editId="1D28BC3A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26F86"/>
    <w:rsid w:val="00091744"/>
    <w:rsid w:val="00255A8F"/>
    <w:rsid w:val="002A3A29"/>
    <w:rsid w:val="002E50B2"/>
    <w:rsid w:val="003E6A0F"/>
    <w:rsid w:val="003F07CD"/>
    <w:rsid w:val="004B4032"/>
    <w:rsid w:val="004F01F6"/>
    <w:rsid w:val="00526F86"/>
    <w:rsid w:val="00535A99"/>
    <w:rsid w:val="005A0AB0"/>
    <w:rsid w:val="005A1C66"/>
    <w:rsid w:val="00642DF8"/>
    <w:rsid w:val="00643FEF"/>
    <w:rsid w:val="008A4BA7"/>
    <w:rsid w:val="00C8109F"/>
    <w:rsid w:val="00CC1713"/>
    <w:rsid w:val="00CC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918DF9"/>
  <w15:docId w15:val="{FD31A298-17E2-4C74-894A-FAC822ED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526F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toomas.johanson@elvl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ga.koster\KOV%20IT\ELVL%20Avalik%20-%20Dokumendid\AVALIK\ELVL%20kirjaplank%20ja%20&#252;ldplank%20ning%20milleks%20neid%20kasutada\ELVL%20kirjaplank%20-%20ametlikuks%20kirjavahetusek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0" ma:contentTypeDescription="Loo uus dokument" ma:contentTypeScope="" ma:versionID="9154b81a4b3bd99365d436cbac86e382">
  <xsd:schema xmlns:xsd="http://www.w3.org/2001/XMLSchema" xmlns:xs="http://www.w3.org/2001/XMLSchema" xmlns:p="http://schemas.microsoft.com/office/2006/metadata/properties" xmlns:ns2="0d81c65f-5842-43c9-a691-e445a40616d7" targetNamespace="http://schemas.microsoft.com/office/2006/metadata/properties" ma:root="true" ma:fieldsID="d0068c64f0f3292f5cfe9765750e5121" ns2:_="">
    <xsd:import namespace="0d81c65f-5842-43c9-a691-e445a4061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A5E57D-E748-4DE1-9096-58FF3BD22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- ametlikuks kirjavahetuseks</Template>
  <TotalTime>1</TotalTime>
  <Pages>1</Pages>
  <Words>81</Words>
  <Characters>474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Köster</dc:creator>
  <cp:lastModifiedBy>Inga Köster</cp:lastModifiedBy>
  <cp:revision>2</cp:revision>
  <dcterms:created xsi:type="dcterms:W3CDTF">2021-06-15T10:43:00Z</dcterms:created>
  <dcterms:modified xsi:type="dcterms:W3CDTF">2021-06-15T10:43:00Z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